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D2A42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Date ___________________</w:t>
      </w:r>
    </w:p>
    <w:p w14:paraId="151B1A6C" w14:textId="72ED7E9B" w:rsidR="0002118D" w:rsidRDefault="00720E40" w:rsidP="00AA76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Oregon Trail</w:t>
      </w:r>
    </w:p>
    <w:p w14:paraId="034BFEFA" w14:textId="15817817" w:rsidR="00720E40" w:rsidRPr="00720E40" w:rsidRDefault="00720E40" w:rsidP="00720E4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You will need to complete one of these forms for each leg of your trip.</w:t>
      </w:r>
    </w:p>
    <w:p w14:paraId="4BD14FC4" w14:textId="77777777" w:rsidR="00AA76F3" w:rsidRDefault="00AA76F3" w:rsidP="00AA76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DE453" w14:textId="77777777" w:rsidR="00AA76F3" w:rsidRDefault="00AA76F3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Make and Model of automobile ______________________________________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____________</w:t>
      </w:r>
    </w:p>
    <w:p w14:paraId="3C5D20FD" w14:textId="77777777" w:rsidR="00AA76F3" w:rsidRDefault="00AA76F3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C765C5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EPA Combined Mileage Estimate ______________________________________mpg</w:t>
      </w:r>
    </w:p>
    <w:p w14:paraId="0B982AEF" w14:textId="77777777" w:rsidR="00CB02C9" w:rsidRDefault="00CB02C9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7B3C9AB" w14:textId="77777777" w:rsidR="00CB02C9" w:rsidRPr="00CB02C9" w:rsidRDefault="00CB02C9" w:rsidP="00AA76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National Average price per gallon $3.22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A76F3" w14:paraId="68C51CEF" w14:textId="77777777" w:rsidTr="00703580"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74CA3D2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Depart From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5235B569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Arrive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17D5C60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Total Miles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14DC9E8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Fuel Used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5047AD03" w14:textId="77777777" w:rsidR="00AA76F3" w:rsidRPr="002F6DD1" w:rsidRDefault="00AA76F3" w:rsidP="00703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DD1">
              <w:rPr>
                <w:rFonts w:ascii="Times New Roman" w:hAnsi="Times New Roman" w:cs="Times New Roman"/>
                <w:b/>
                <w:sz w:val="24"/>
                <w:szCs w:val="24"/>
              </w:rPr>
              <w:t>Fuel Cost</w:t>
            </w:r>
          </w:p>
        </w:tc>
      </w:tr>
      <w:tr w:rsidR="00AA76F3" w14:paraId="441D5A28" w14:textId="77777777" w:rsidTr="00703580">
        <w:tc>
          <w:tcPr>
            <w:tcW w:w="1870" w:type="dxa"/>
          </w:tcPr>
          <w:p w14:paraId="6CF3FCA6" w14:textId="6BF07882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73067DC" w14:textId="1C1EFD84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470D50FE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64E8F397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14:paraId="57D5E775" w14:textId="77777777" w:rsidR="00AA76F3" w:rsidRDefault="00AA76F3" w:rsidP="00AA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88487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0FA46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Information including the number of nights staying at the total cost of your stay. Please copy a description of the room you will have and find a picture of the hotel.</w:t>
      </w:r>
    </w:p>
    <w:p w14:paraId="22AE10FE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CEB7A5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67E07A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1B7041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AE2F79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602832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Attractions you will visit. At least 1 of the things you will visit must be of a historical nature. Include a description of what you will do and see and the admission cost.</w:t>
      </w:r>
    </w:p>
    <w:p w14:paraId="36F2EDF1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9EFFFC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CF1A53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31A956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3A1126" w14:textId="77777777" w:rsid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B0AE88" w14:textId="77777777" w:rsidR="00AA76F3" w:rsidRPr="00AA76F3" w:rsidRDefault="00AA76F3" w:rsidP="00AA7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cost of this leg of the trip including gas, hotel and admission prices.</w:t>
      </w:r>
      <w:r w:rsidR="00CB02C9">
        <w:rPr>
          <w:rFonts w:ascii="Times New Roman" w:hAnsi="Times New Roman" w:cs="Times New Roman"/>
          <w:sz w:val="24"/>
          <w:szCs w:val="24"/>
        </w:rPr>
        <w:t xml:space="preserve"> $_________________</w:t>
      </w:r>
    </w:p>
    <w:sectPr w:rsidR="00AA76F3" w:rsidRPr="00AA7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6F3"/>
    <w:rsid w:val="0002118D"/>
    <w:rsid w:val="00720E40"/>
    <w:rsid w:val="00AA76F3"/>
    <w:rsid w:val="00CB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6E0E4"/>
  <w15:chartTrackingRefBased/>
  <w15:docId w15:val="{2AA397B2-1143-4809-8169-FA6AB4F6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1D80DBC-96D4-4148-B943-263FEDD184C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Kidder</dc:creator>
  <cp:keywords/>
  <dc:description/>
  <cp:lastModifiedBy>Warren Kidder</cp:lastModifiedBy>
  <cp:revision>2</cp:revision>
  <dcterms:created xsi:type="dcterms:W3CDTF">2013-12-11T13:54:00Z</dcterms:created>
  <dcterms:modified xsi:type="dcterms:W3CDTF">2013-12-11T13:54:00Z</dcterms:modified>
</cp:coreProperties>
</file>